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54D72"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00D8E051" w14:textId="77777777" w:rsidR="006F5FD0" w:rsidRPr="00B33EE6" w:rsidRDefault="009322C9">
      <w:pPr>
        <w:jc w:val="center"/>
        <w:rPr>
          <w:sz w:val="28"/>
          <w:szCs w:val="28"/>
          <w:lang w:val="en-GB"/>
        </w:rPr>
      </w:pPr>
      <w:r w:rsidRPr="009322C9">
        <w:rPr>
          <w:rStyle w:val="Strong"/>
          <w:sz w:val="28"/>
          <w:szCs w:val="28"/>
          <w:lang w:val="en-GB"/>
        </w:rPr>
        <w:t xml:space="preserve">Development of GIS systems for the needs of </w:t>
      </w:r>
      <w:proofErr w:type="spellStart"/>
      <w:r w:rsidRPr="009322C9">
        <w:rPr>
          <w:rStyle w:val="Strong"/>
          <w:sz w:val="28"/>
          <w:szCs w:val="28"/>
          <w:lang w:val="en-GB"/>
        </w:rPr>
        <w:t>Negotin</w:t>
      </w:r>
      <w:proofErr w:type="spellEnd"/>
      <w:r w:rsidR="006F5FD0" w:rsidRPr="00B33EE6">
        <w:rPr>
          <w:rStyle w:val="Strong"/>
          <w:sz w:val="28"/>
          <w:szCs w:val="28"/>
          <w:lang w:val="en-GB"/>
        </w:rPr>
        <w:br/>
      </w:r>
      <w:r>
        <w:rPr>
          <w:rStyle w:val="Strong"/>
          <w:sz w:val="28"/>
          <w:szCs w:val="28"/>
          <w:lang w:val="en-GB"/>
        </w:rPr>
        <w:t xml:space="preserve">Municipality of </w:t>
      </w:r>
      <w:proofErr w:type="spellStart"/>
      <w:r>
        <w:rPr>
          <w:rStyle w:val="Strong"/>
          <w:sz w:val="28"/>
          <w:szCs w:val="28"/>
          <w:lang w:val="en-GB"/>
        </w:rPr>
        <w:t>Negotin</w:t>
      </w:r>
      <w:proofErr w:type="spellEnd"/>
    </w:p>
    <w:p w14:paraId="1B2224FF" w14:textId="77777777" w:rsidR="00571687" w:rsidRPr="00B33EE6" w:rsidRDefault="00571687" w:rsidP="00584BF4">
      <w:pPr>
        <w:ind w:left="709" w:hanging="349"/>
        <w:outlineLvl w:val="0"/>
        <w:rPr>
          <w:rStyle w:val="Strong"/>
          <w:sz w:val="22"/>
          <w:szCs w:val="22"/>
          <w:lang w:val="en-GB"/>
        </w:rPr>
      </w:pPr>
    </w:p>
    <w:p w14:paraId="07F20C81"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6BD662E0" w14:textId="77777777" w:rsidR="006F5FD0" w:rsidRPr="00B33EE6" w:rsidRDefault="009322C9">
      <w:pPr>
        <w:pStyle w:val="Blockquote"/>
        <w:rPr>
          <w:i/>
          <w:sz w:val="22"/>
          <w:szCs w:val="22"/>
          <w:lang w:val="en-GB"/>
        </w:rPr>
      </w:pPr>
      <w:r w:rsidRPr="009322C9">
        <w:rPr>
          <w:rStyle w:val="Emphasis"/>
          <w:i w:val="0"/>
          <w:sz w:val="22"/>
          <w:szCs w:val="22"/>
          <w:lang w:val="en-GB"/>
        </w:rPr>
        <w:t>CB007.2.32.150-T05</w:t>
      </w:r>
      <w:r w:rsidR="006F5FD0" w:rsidRPr="009322C9">
        <w:rPr>
          <w:rStyle w:val="Emphasis"/>
          <w:i w:val="0"/>
          <w:sz w:val="22"/>
          <w:szCs w:val="22"/>
          <w:lang w:val="en-GB"/>
        </w:rPr>
        <w:t xml:space="preserve"> </w:t>
      </w:r>
    </w:p>
    <w:p w14:paraId="1A9C21CD"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72C97F6D" w14:textId="77777777" w:rsidR="006F5FD0" w:rsidRPr="00B33EE6" w:rsidRDefault="009322C9" w:rsidP="00C867B9">
      <w:pPr>
        <w:pStyle w:val="Blockquote"/>
        <w:ind w:left="0"/>
        <w:jc w:val="both"/>
        <w:rPr>
          <w:sz w:val="22"/>
          <w:szCs w:val="22"/>
          <w:lang w:val="en-GB"/>
        </w:rPr>
      </w:pPr>
      <w:r w:rsidRPr="009322C9">
        <w:rPr>
          <w:sz w:val="22"/>
          <w:szCs w:val="22"/>
          <w:lang w:val="en-GB"/>
        </w:rPr>
        <w:t xml:space="preserve">   </w:t>
      </w:r>
      <w:r w:rsidRPr="009322C9">
        <w:rPr>
          <w:sz w:val="22"/>
          <w:szCs w:val="22"/>
          <w:lang w:val="en-GB"/>
        </w:rPr>
        <w:tab/>
        <w:t>Simplified</w:t>
      </w:r>
      <w:r w:rsidR="00584BF4" w:rsidRPr="00B33EE6">
        <w:rPr>
          <w:sz w:val="22"/>
          <w:szCs w:val="22"/>
          <w:lang w:val="en-GB"/>
        </w:rPr>
        <w:t xml:space="preserve"> </w:t>
      </w:r>
    </w:p>
    <w:p w14:paraId="372A5D27"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6F447203" w14:textId="77777777" w:rsidR="00971962" w:rsidRPr="00B33EE6" w:rsidRDefault="009322C9" w:rsidP="00B33EE6">
      <w:pPr>
        <w:pStyle w:val="PRAGHeading2"/>
        <w:numPr>
          <w:ilvl w:val="0"/>
          <w:numId w:val="0"/>
        </w:numPr>
        <w:ind w:left="357" w:right="357"/>
        <w:rPr>
          <w:lang w:val="en-GB"/>
        </w:rPr>
      </w:pPr>
      <w:r w:rsidRPr="009322C9">
        <w:rPr>
          <w:lang w:val="en-GB"/>
        </w:rPr>
        <w:t>Interreg - IPA CBC Bulgaria -Serbia Programme; CCI Number 2014TCl615C8007</w:t>
      </w:r>
    </w:p>
    <w:p w14:paraId="2FD6DCE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60E5F8B6" w14:textId="77777777" w:rsidR="00502217" w:rsidRPr="00B33EE6" w:rsidRDefault="009322C9" w:rsidP="00502217">
      <w:pPr>
        <w:pStyle w:val="Blockquote"/>
        <w:jc w:val="both"/>
        <w:rPr>
          <w:sz w:val="22"/>
          <w:szCs w:val="22"/>
          <w:lang w:val="en-GB"/>
        </w:rPr>
      </w:pPr>
      <w:r w:rsidRPr="009322C9">
        <w:rPr>
          <w:rStyle w:val="Emphasis"/>
          <w:i w:val="0"/>
          <w:sz w:val="22"/>
          <w:szCs w:val="22"/>
          <w:lang w:val="en-GB"/>
        </w:rPr>
        <w:t>The project is co-financed by the European Union, in accordance with the rules of INTERREG IPA CBC Bulgaria- Serbia Programme</w:t>
      </w:r>
    </w:p>
    <w:p w14:paraId="71835A0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572268D5" w14:textId="77777777" w:rsidR="006F5FD0" w:rsidRDefault="009322C9" w:rsidP="00B33EE6">
      <w:pPr>
        <w:ind w:left="357" w:right="357"/>
        <w:jc w:val="both"/>
        <w:rPr>
          <w:rStyle w:val="Emphasis"/>
          <w:i w:val="0"/>
          <w:sz w:val="22"/>
          <w:szCs w:val="22"/>
          <w:lang w:val="en-GB"/>
        </w:rPr>
      </w:pPr>
      <w:r>
        <w:rPr>
          <w:rStyle w:val="Emphasis"/>
          <w:i w:val="0"/>
          <w:sz w:val="22"/>
          <w:szCs w:val="22"/>
          <w:lang w:val="en-GB"/>
        </w:rPr>
        <w:t xml:space="preserve">Municipality of </w:t>
      </w:r>
      <w:proofErr w:type="spellStart"/>
      <w:r>
        <w:rPr>
          <w:rStyle w:val="Emphasis"/>
          <w:i w:val="0"/>
          <w:sz w:val="22"/>
          <w:szCs w:val="22"/>
          <w:lang w:val="en-GB"/>
        </w:rPr>
        <w:t>Negotin</w:t>
      </w:r>
      <w:proofErr w:type="spellEnd"/>
    </w:p>
    <w:p w14:paraId="5E1C9190" w14:textId="77777777" w:rsidR="006F5FD0" w:rsidRPr="00B33EE6" w:rsidRDefault="00B56098">
      <w:pPr>
        <w:rPr>
          <w:sz w:val="22"/>
          <w:szCs w:val="22"/>
          <w:lang w:val="en-GB"/>
        </w:rPr>
      </w:pPr>
      <w:r>
        <w:rPr>
          <w:snapToGrid/>
          <w:sz w:val="22"/>
          <w:szCs w:val="22"/>
          <w:lang w:val="en-GB"/>
        </w:rPr>
        <w:pict w14:anchorId="563FF3CC">
          <v:line id="_x0000_s1030" alt="" style="position:absolute;z-index:1;mso-wrap-edited:f;mso-width-percent:0;mso-height-percent:0;mso-width-percent:0;mso-height-percent:0" from="0,12pt" to="468pt,12.05pt" o:allowincell="f" strokecolor="#d4d4d4" strokeweight="1.75pt">
            <v:shadow on="t" origin=",32385f" offset="0,-1pt"/>
          </v:line>
        </w:pict>
      </w:r>
    </w:p>
    <w:p w14:paraId="09092785"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3F3DC38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3F81E974" w14:textId="77777777" w:rsidR="006F5FD0" w:rsidRPr="00B33EE6" w:rsidRDefault="006F5FD0">
      <w:pPr>
        <w:pStyle w:val="Blockquote"/>
        <w:jc w:val="both"/>
        <w:rPr>
          <w:i/>
          <w:sz w:val="22"/>
          <w:szCs w:val="22"/>
          <w:lang w:val="en-GB"/>
        </w:rPr>
      </w:pPr>
      <w:r w:rsidRPr="009322C9">
        <w:rPr>
          <w:rStyle w:val="Emphasis"/>
          <w:i w:val="0"/>
          <w:sz w:val="22"/>
          <w:szCs w:val="22"/>
          <w:lang w:val="en-GB"/>
        </w:rPr>
        <w:t>Global price</w:t>
      </w:r>
    </w:p>
    <w:p w14:paraId="75E5ECD1"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0BAFA6D" w14:textId="77777777" w:rsidR="006F5FD0" w:rsidRPr="00E3412F" w:rsidRDefault="00E3412F" w:rsidP="00E3412F">
      <w:pPr>
        <w:pStyle w:val="Blockquote"/>
        <w:jc w:val="both"/>
        <w:rPr>
          <w:sz w:val="22"/>
          <w:szCs w:val="22"/>
          <w:lang w:val="en-GB"/>
        </w:rPr>
      </w:pPr>
      <w:r w:rsidRPr="00E3412F">
        <w:rPr>
          <w:sz w:val="22"/>
          <w:szCs w:val="22"/>
          <w:lang w:val="en-GB"/>
        </w:rPr>
        <w:t xml:space="preserve">Development of GIS system will include a computer system capable of integrating, storing, editing, analysing and displaying geographic </w:t>
      </w:r>
      <w:r>
        <w:rPr>
          <w:sz w:val="22"/>
          <w:szCs w:val="22"/>
          <w:lang w:val="en-GB"/>
        </w:rPr>
        <w:t>information</w:t>
      </w:r>
      <w:r w:rsidRPr="00E3412F">
        <w:rPr>
          <w:sz w:val="22"/>
          <w:szCs w:val="22"/>
          <w:lang w:val="en-GB"/>
        </w:rPr>
        <w:t xml:space="preserve"> for the endangered river species in </w:t>
      </w:r>
      <w:proofErr w:type="spellStart"/>
      <w:r w:rsidRPr="00E3412F">
        <w:rPr>
          <w:sz w:val="22"/>
          <w:szCs w:val="22"/>
          <w:lang w:val="en-GB"/>
        </w:rPr>
        <w:t>Negotin</w:t>
      </w:r>
      <w:proofErr w:type="spellEnd"/>
      <w:r w:rsidRPr="00E3412F">
        <w:rPr>
          <w:sz w:val="22"/>
          <w:szCs w:val="22"/>
          <w:lang w:val="en-GB"/>
        </w:rPr>
        <w:t xml:space="preserve"> region. Also creation of software for use that will keep sustainability of the project. GIS will use information from</w:t>
      </w:r>
      <w:r>
        <w:rPr>
          <w:sz w:val="22"/>
          <w:szCs w:val="22"/>
          <w:lang w:val="en-GB"/>
        </w:rPr>
        <w:t xml:space="preserve"> various sources and connect them to exact location.</w:t>
      </w:r>
    </w:p>
    <w:p w14:paraId="7025DBA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77693889" w14:textId="77777777" w:rsidR="00DA0ABA" w:rsidRPr="00B33EE6" w:rsidRDefault="00364564" w:rsidP="009322C9">
      <w:pPr>
        <w:ind w:left="709" w:hanging="349"/>
        <w:outlineLvl w:val="0"/>
        <w:rPr>
          <w:rStyle w:val="Emphasis"/>
          <w:i w:val="0"/>
          <w:sz w:val="22"/>
          <w:szCs w:val="22"/>
          <w:lang w:val="en-GB"/>
        </w:rPr>
      </w:pPr>
      <w:r w:rsidRPr="009322C9">
        <w:rPr>
          <w:rStyle w:val="Emphasis"/>
          <w:i w:val="0"/>
          <w:sz w:val="22"/>
          <w:szCs w:val="22"/>
          <w:lang w:val="en-GB"/>
        </w:rPr>
        <w:t>O</w:t>
      </w:r>
      <w:r w:rsidR="00DA0ABA" w:rsidRPr="009322C9">
        <w:rPr>
          <w:rStyle w:val="Emphasis"/>
          <w:i w:val="0"/>
          <w:sz w:val="22"/>
          <w:szCs w:val="22"/>
          <w:lang w:val="en-GB"/>
        </w:rPr>
        <w:t>ne lot only</w:t>
      </w:r>
    </w:p>
    <w:p w14:paraId="1AAAE512"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29229C69" w14:textId="77777777" w:rsidR="00971962" w:rsidRPr="009322C9" w:rsidRDefault="009322C9" w:rsidP="00971962">
      <w:pPr>
        <w:pStyle w:val="Blockquote"/>
        <w:jc w:val="both"/>
        <w:rPr>
          <w:sz w:val="22"/>
          <w:szCs w:val="22"/>
          <w:lang w:val="en-GB"/>
        </w:rPr>
      </w:pPr>
      <w:r w:rsidRPr="009322C9">
        <w:rPr>
          <w:sz w:val="22"/>
          <w:szCs w:val="22"/>
          <w:lang w:val="en-GB"/>
        </w:rPr>
        <w:t>50.000,00 EUR</w:t>
      </w:r>
    </w:p>
    <w:p w14:paraId="2FD73CD1" w14:textId="77777777" w:rsidR="006F5FD0" w:rsidRPr="00B33EE6" w:rsidRDefault="00B56098">
      <w:pPr>
        <w:pStyle w:val="Blockquote"/>
        <w:jc w:val="both"/>
        <w:rPr>
          <w:sz w:val="22"/>
          <w:szCs w:val="22"/>
          <w:lang w:val="en-GB"/>
        </w:rPr>
      </w:pPr>
      <w:r>
        <w:rPr>
          <w:snapToGrid/>
          <w:sz w:val="22"/>
          <w:szCs w:val="22"/>
          <w:lang w:val="en-GB"/>
        </w:rPr>
        <w:pict w14:anchorId="6E78B319">
          <v:line id="_x0000_s1029" alt="" style="position:absolute;left:0;text-align:left;z-index:2;mso-wrap-edited:f;mso-width-percent:0;mso-height-percent:0;mso-width-percent:0;mso-height-percent:0" from="-1.05pt,17.55pt" to="466.95pt,17.6pt" o:allowincell="f" strokecolor="#d4d4d4" strokeweight="1.75pt">
            <v:shadow on="t" origin=",32385f" offset="0,-1pt"/>
          </v:line>
        </w:pict>
      </w:r>
    </w:p>
    <w:p w14:paraId="6F44DB24"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F97DD47" w14:textId="77777777" w:rsidR="00E82E6A" w:rsidRDefault="00E82E6A" w:rsidP="00584BF4">
      <w:pPr>
        <w:ind w:left="709" w:hanging="349"/>
        <w:outlineLvl w:val="0"/>
        <w:rPr>
          <w:rStyle w:val="Strong"/>
          <w:sz w:val="22"/>
          <w:szCs w:val="22"/>
          <w:lang w:val="en-GB"/>
        </w:rPr>
      </w:pPr>
    </w:p>
    <w:p w14:paraId="4010C788" w14:textId="77777777" w:rsidR="00E82E6A" w:rsidRDefault="00E82E6A" w:rsidP="00584BF4">
      <w:pPr>
        <w:ind w:left="709" w:hanging="349"/>
        <w:outlineLvl w:val="0"/>
        <w:rPr>
          <w:rStyle w:val="Strong"/>
          <w:sz w:val="22"/>
          <w:szCs w:val="22"/>
          <w:lang w:val="en-GB"/>
        </w:rPr>
      </w:pPr>
    </w:p>
    <w:p w14:paraId="5EC384F8" w14:textId="77777777" w:rsidR="00E82E6A" w:rsidRDefault="006F5FD0" w:rsidP="00E82E6A">
      <w:pPr>
        <w:ind w:left="709" w:hanging="349"/>
        <w:outlineLvl w:val="0"/>
        <w:rPr>
          <w:sz w:val="22"/>
          <w:szCs w:val="22"/>
          <w:lang w:val="en-GB"/>
        </w:rPr>
      </w:pPr>
      <w:r w:rsidRPr="00B33EE6">
        <w:rPr>
          <w:rStyle w:val="Strong"/>
          <w:sz w:val="22"/>
          <w:szCs w:val="22"/>
          <w:lang w:val="en-GB"/>
        </w:rPr>
        <w:lastRenderedPageBreak/>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0DD112C3" w14:textId="77777777" w:rsidR="00D93082" w:rsidRPr="00B33EE6" w:rsidRDefault="00D93082" w:rsidP="00E147D3">
      <w:pPr>
        <w:pStyle w:val="Blockquote"/>
        <w:ind w:left="426" w:right="0"/>
        <w:jc w:val="both"/>
        <w:rPr>
          <w:sz w:val="22"/>
          <w:szCs w:val="22"/>
          <w:lang w:val="en-GB"/>
        </w:rPr>
      </w:pPr>
      <w:r w:rsidRPr="009322C9">
        <w:rPr>
          <w:sz w:val="22"/>
          <w:szCs w:val="22"/>
          <w:lang w:val="en-GB"/>
        </w:rPr>
        <w:t>Participatio</w:t>
      </w:r>
      <w:r w:rsidR="00E82E6A">
        <w:rPr>
          <w:sz w:val="22"/>
          <w:szCs w:val="22"/>
          <w:lang w:val="en-GB"/>
        </w:rPr>
        <w:t xml:space="preserve">n is open to all legal persons </w:t>
      </w:r>
      <w:r w:rsidRPr="009322C9">
        <w:rPr>
          <w:sz w:val="22"/>
          <w:szCs w:val="22"/>
          <w:lang w:val="en-GB"/>
        </w:rPr>
        <w:t xml:space="preserve">participating either individually or in a grouping </w:t>
      </w:r>
      <w:r w:rsidR="00E82E6A">
        <w:rPr>
          <w:sz w:val="22"/>
          <w:szCs w:val="22"/>
          <w:lang w:val="en-GB"/>
        </w:rPr>
        <w:t>(consortium) of tenderers</w:t>
      </w:r>
      <w:r w:rsidRPr="009322C9">
        <w:rPr>
          <w:sz w:val="22"/>
          <w:szCs w:val="22"/>
          <w:lang w:val="en-GB"/>
        </w:rPr>
        <w:t xml:space="preserve"> which are established in a Member State of the European Union or in a country or territory of the regions covered and/or authorised by the specific instruments applicable to the programme under which the contract is financed (see item 2</w:t>
      </w:r>
      <w:r w:rsidR="00A504E1" w:rsidRPr="009322C9">
        <w:rPr>
          <w:sz w:val="22"/>
          <w:szCs w:val="22"/>
          <w:lang w:val="en-GB"/>
        </w:rPr>
        <w:t>3</w:t>
      </w:r>
      <w:r w:rsidRPr="009322C9">
        <w:rPr>
          <w:sz w:val="22"/>
          <w:szCs w:val="22"/>
          <w:lang w:val="en-GB"/>
        </w:rPr>
        <w:t xml:space="preserve"> below). Participation is also open to international organisations. Participation of natural persons is directly governed by the specific instruments applicable to the programme under which the contract is financed.</w:t>
      </w:r>
    </w:p>
    <w:p w14:paraId="28C96F33" w14:textId="77777777" w:rsidR="006F5FD0" w:rsidRPr="00B33EE6" w:rsidRDefault="006F5FD0" w:rsidP="00584BF4">
      <w:pPr>
        <w:ind w:left="709" w:hanging="349"/>
        <w:outlineLvl w:val="0"/>
        <w:rPr>
          <w:sz w:val="22"/>
          <w:szCs w:val="22"/>
          <w:lang w:val="en-GB"/>
        </w:rPr>
      </w:pPr>
      <w:bookmarkStart w:id="0" w:name="_DV_M224"/>
      <w:bookmarkStart w:id="1" w:name="_DV_M225"/>
      <w:bookmarkStart w:id="2" w:name="_DV_M226"/>
      <w:bookmarkStart w:id="3" w:name="_DV_M227"/>
      <w:bookmarkStart w:id="4" w:name="_DV_M229"/>
      <w:bookmarkStart w:id="5" w:name="_DV_M231"/>
      <w:bookmarkStart w:id="6" w:name="_DV_M232"/>
      <w:bookmarkStart w:id="7" w:name="_DV_M233"/>
      <w:bookmarkStart w:id="8" w:name="_DV_M234"/>
      <w:bookmarkStart w:id="9" w:name="_DV_M235"/>
      <w:bookmarkStart w:id="10" w:name="_DV_M236"/>
      <w:bookmarkStart w:id="11" w:name="_DV_M237"/>
      <w:bookmarkStart w:id="12" w:name="_DV_M238"/>
      <w:bookmarkEnd w:id="0"/>
      <w:bookmarkEnd w:id="1"/>
      <w:bookmarkEnd w:id="2"/>
      <w:bookmarkEnd w:id="3"/>
      <w:bookmarkEnd w:id="4"/>
      <w:bookmarkEnd w:id="5"/>
      <w:bookmarkEnd w:id="6"/>
      <w:bookmarkEnd w:id="7"/>
      <w:bookmarkEnd w:id="8"/>
      <w:bookmarkEnd w:id="9"/>
      <w:bookmarkEnd w:id="10"/>
      <w:bookmarkEnd w:id="11"/>
      <w:bookmarkEnd w:id="12"/>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2BBBF62"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7A9F3DD"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1DFD0FEC"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105891C6"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0DD25E2"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F03177C" w14:textId="2A78E78C"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 xml:space="preserve">Subcontracting is </w:t>
      </w:r>
      <w:r w:rsidR="009C63B1">
        <w:rPr>
          <w:rStyle w:val="Emphasis"/>
          <w:i w:val="0"/>
          <w:sz w:val="22"/>
          <w:szCs w:val="22"/>
          <w:lang w:val="en-GB"/>
        </w:rPr>
        <w:t xml:space="preserve">not </w:t>
      </w:r>
      <w:r w:rsidRPr="00B33EE6">
        <w:rPr>
          <w:rStyle w:val="Emphasis"/>
          <w:i w:val="0"/>
          <w:sz w:val="22"/>
          <w:szCs w:val="22"/>
          <w:lang w:val="en-GB"/>
        </w:rPr>
        <w:t>allowed</w:t>
      </w:r>
      <w:r w:rsidR="000C1101" w:rsidRPr="00B33EE6">
        <w:rPr>
          <w:rStyle w:val="Emphasis"/>
          <w:i w:val="0"/>
          <w:sz w:val="22"/>
          <w:szCs w:val="22"/>
          <w:lang w:val="en-GB"/>
        </w:rPr>
        <w:t>.</w:t>
      </w:r>
    </w:p>
    <w:p w14:paraId="24A8B55C" w14:textId="77777777" w:rsidR="006F5FD0" w:rsidRPr="00B33EE6" w:rsidRDefault="00B56098">
      <w:pPr>
        <w:keepNext/>
        <w:jc w:val="center"/>
        <w:rPr>
          <w:sz w:val="28"/>
          <w:szCs w:val="28"/>
          <w:lang w:val="en-GB"/>
        </w:rPr>
      </w:pPr>
      <w:r>
        <w:rPr>
          <w:snapToGrid/>
          <w:sz w:val="22"/>
          <w:szCs w:val="22"/>
          <w:lang w:val="en-GB"/>
        </w:rPr>
        <w:pict w14:anchorId="277BA5B1">
          <v:line id="_x0000_s1028" alt="" style="position:absolute;left:0;text-align:left;z-index:3;mso-wrap-edited:f;mso-width-percent:0;mso-height-percent:0;mso-width-percent:0;mso-height-percent:0" from="1.5pt,2.05pt" to="469.5pt,2.1pt" o:allowincell="f" strokecolor="#d4d4d4" strokeweight="1.75pt">
            <v:shadow on="t" origin=",32385f" offset="0,-1pt"/>
          </v:line>
        </w:pict>
      </w:r>
      <w:r w:rsidR="006F5FD0" w:rsidRPr="00B33EE6">
        <w:rPr>
          <w:rStyle w:val="Strong"/>
          <w:sz w:val="28"/>
          <w:szCs w:val="28"/>
          <w:lang w:val="en-GB"/>
        </w:rPr>
        <w:t>PROVISIONAL TIMETABLE</w:t>
      </w:r>
    </w:p>
    <w:p w14:paraId="77423E92"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43675110" w14:textId="5D71EFDD" w:rsidR="006F5FD0" w:rsidRPr="00B33EE6" w:rsidRDefault="00CA643F" w:rsidP="00571687">
      <w:pPr>
        <w:pStyle w:val="Blockquote"/>
        <w:jc w:val="both"/>
        <w:rPr>
          <w:i/>
          <w:sz w:val="22"/>
          <w:szCs w:val="22"/>
          <w:lang w:val="en-GB"/>
        </w:rPr>
      </w:pPr>
      <w:r>
        <w:rPr>
          <w:rStyle w:val="Emphasis"/>
          <w:i w:val="0"/>
          <w:sz w:val="22"/>
          <w:szCs w:val="22"/>
          <w:lang w:val="en-GB"/>
        </w:rPr>
        <w:t>22/06/2020</w:t>
      </w:r>
    </w:p>
    <w:p w14:paraId="6D9DAD8C"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5517D2C9" w14:textId="77777777" w:rsidR="006F5FD0" w:rsidRPr="00B33EE6" w:rsidRDefault="00EF0906" w:rsidP="00571687">
      <w:pPr>
        <w:pStyle w:val="Blockquote"/>
        <w:jc w:val="both"/>
        <w:rPr>
          <w:i/>
          <w:sz w:val="22"/>
          <w:szCs w:val="22"/>
          <w:lang w:val="en-GB"/>
        </w:rPr>
      </w:pPr>
      <w:r>
        <w:rPr>
          <w:rStyle w:val="Emphasis"/>
          <w:i w:val="0"/>
          <w:sz w:val="22"/>
          <w:szCs w:val="22"/>
          <w:lang w:val="en-GB"/>
        </w:rPr>
        <w:t>8 Months from contract signature by both parties</w:t>
      </w:r>
    </w:p>
    <w:p w14:paraId="0DFE5DD6" w14:textId="77777777" w:rsidR="006F5FD0" w:rsidRPr="00B33EE6" w:rsidRDefault="00B56098">
      <w:pPr>
        <w:rPr>
          <w:sz w:val="22"/>
          <w:szCs w:val="22"/>
          <w:lang w:val="en-GB"/>
        </w:rPr>
      </w:pPr>
      <w:r>
        <w:rPr>
          <w:snapToGrid/>
          <w:sz w:val="22"/>
          <w:szCs w:val="22"/>
          <w:lang w:val="en-GB"/>
        </w:rPr>
        <w:pict w14:anchorId="4D904873">
          <v:line id="_x0000_s1027" alt="" style="position:absolute;z-index:4;mso-wrap-edited:f;mso-width-percent:0;mso-height-percent:0;mso-width-percent:0;mso-height-percent:0" from="0,12pt" to="468pt,12.05pt" o:allowincell="f" strokecolor="#d4d4d4" strokeweight="1.75pt">
            <v:shadow on="t" origin=",32385f" offset="0,-1pt"/>
          </v:line>
        </w:pict>
      </w:r>
    </w:p>
    <w:p w14:paraId="72629509"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4AFC603F"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4F0532F8" w14:textId="7777777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14:paraId="15812505"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1675EAE4" w14:textId="224130E9" w:rsidR="006F5FD0" w:rsidRPr="00EF0906" w:rsidRDefault="006F5FD0" w:rsidP="00E3412F">
      <w:pPr>
        <w:pStyle w:val="Blockquote"/>
        <w:numPr>
          <w:ilvl w:val="0"/>
          <w:numId w:val="36"/>
        </w:numPr>
        <w:tabs>
          <w:tab w:val="clear" w:pos="360"/>
          <w:tab w:val="num" w:pos="720"/>
        </w:tabs>
        <w:ind w:left="720"/>
        <w:jc w:val="both"/>
        <w:rPr>
          <w:sz w:val="22"/>
          <w:szCs w:val="22"/>
          <w:lang w:val="en-GB"/>
        </w:rPr>
      </w:pPr>
      <w:r w:rsidRPr="00EF0906">
        <w:rPr>
          <w:sz w:val="22"/>
          <w:szCs w:val="22"/>
          <w:lang w:val="en-GB"/>
        </w:rPr>
        <w:t xml:space="preserve">the average annual turnover of the </w:t>
      </w:r>
      <w:r w:rsidR="005639EC" w:rsidRPr="00EF0906">
        <w:rPr>
          <w:sz w:val="22"/>
          <w:szCs w:val="22"/>
          <w:lang w:val="en-GB"/>
        </w:rPr>
        <w:t>tenderer</w:t>
      </w:r>
      <w:r w:rsidRPr="00EF0906">
        <w:rPr>
          <w:sz w:val="22"/>
          <w:szCs w:val="22"/>
          <w:lang w:val="en-GB"/>
        </w:rPr>
        <w:t xml:space="preserve"> must </w:t>
      </w:r>
      <w:r w:rsidR="007651DC" w:rsidRPr="00EF0906">
        <w:rPr>
          <w:sz w:val="22"/>
          <w:szCs w:val="22"/>
          <w:lang w:val="en-GB"/>
        </w:rPr>
        <w:t>exceed the</w:t>
      </w:r>
      <w:r w:rsidRPr="00EF0906">
        <w:rPr>
          <w:sz w:val="22"/>
          <w:szCs w:val="22"/>
          <w:lang w:val="en-GB"/>
        </w:rPr>
        <w:t xml:space="preserve"> annualised maximum budget of the contract </w:t>
      </w:r>
      <w:r w:rsidR="00E147D3" w:rsidRPr="00EF0906">
        <w:rPr>
          <w:sz w:val="22"/>
          <w:szCs w:val="22"/>
          <w:lang w:val="en-GB"/>
        </w:rPr>
        <w:t>i.e.</w:t>
      </w:r>
      <w:r w:rsidRPr="00EF0906">
        <w:rPr>
          <w:sz w:val="22"/>
          <w:szCs w:val="22"/>
          <w:lang w:val="en-GB"/>
        </w:rPr>
        <w:t xml:space="preserve"> the maximum budget stated in the </w:t>
      </w:r>
      <w:r w:rsidR="005639EC" w:rsidRPr="00EF0906">
        <w:rPr>
          <w:sz w:val="22"/>
          <w:szCs w:val="22"/>
          <w:lang w:val="en-GB"/>
        </w:rPr>
        <w:t>contract</w:t>
      </w:r>
      <w:r w:rsidRPr="00EF0906">
        <w:rPr>
          <w:sz w:val="22"/>
          <w:szCs w:val="22"/>
          <w:lang w:val="en-GB"/>
        </w:rPr>
        <w:t xml:space="preserve"> notice divided by the init</w:t>
      </w:r>
      <w:r w:rsidR="00EF0906" w:rsidRPr="00EF0906">
        <w:rPr>
          <w:sz w:val="22"/>
          <w:szCs w:val="22"/>
          <w:lang w:val="en-GB"/>
        </w:rPr>
        <w:t>ial contract duration in years.</w:t>
      </w:r>
    </w:p>
    <w:p w14:paraId="44C0D78A" w14:textId="77777777" w:rsidR="00235A71" w:rsidRPr="00BE5F29" w:rsidRDefault="00235A71" w:rsidP="00E3412F">
      <w:pPr>
        <w:pStyle w:val="Blockquote"/>
        <w:spacing w:before="0"/>
        <w:ind w:left="720" w:right="357"/>
        <w:jc w:val="both"/>
        <w:rPr>
          <w:sz w:val="22"/>
          <w:szCs w:val="22"/>
          <w:lang w:val="es-ES_tradnl"/>
        </w:rPr>
      </w:pPr>
    </w:p>
    <w:p w14:paraId="35199124" w14:textId="77777777" w:rsidR="006F5FD0" w:rsidRPr="00B33EE6" w:rsidRDefault="00571687" w:rsidP="00E3412F">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30E1DAE9" w14:textId="77777777" w:rsidR="00BE08EC" w:rsidRPr="00B33EE6" w:rsidRDefault="00BE08EC" w:rsidP="00E3412F">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00EF0906">
        <w:rPr>
          <w:sz w:val="22"/>
          <w:szCs w:val="22"/>
          <w:lang w:val="en-GB"/>
        </w:rPr>
        <w:t>five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6397E566" w14:textId="574AA5B7" w:rsidR="00235A71" w:rsidRPr="00EF0906" w:rsidRDefault="00EF0906" w:rsidP="00E3412F">
      <w:pPr>
        <w:pStyle w:val="Blockquote"/>
        <w:numPr>
          <w:ilvl w:val="0"/>
          <w:numId w:val="34"/>
        </w:numPr>
        <w:tabs>
          <w:tab w:val="clear" w:pos="360"/>
          <w:tab w:val="num" w:pos="720"/>
        </w:tabs>
        <w:ind w:left="720"/>
        <w:jc w:val="both"/>
        <w:rPr>
          <w:sz w:val="22"/>
          <w:szCs w:val="22"/>
          <w:lang w:val="en-GB"/>
        </w:rPr>
      </w:pPr>
      <w:r>
        <w:rPr>
          <w:sz w:val="22"/>
          <w:szCs w:val="22"/>
          <w:lang w:val="en-GB"/>
        </w:rPr>
        <w:t xml:space="preserve">at least </w:t>
      </w:r>
      <w:r w:rsidR="00126C7E">
        <w:rPr>
          <w:sz w:val="22"/>
          <w:szCs w:val="22"/>
          <w:lang w:val="en-GB"/>
        </w:rPr>
        <w:t>2</w:t>
      </w:r>
      <w:bookmarkStart w:id="13" w:name="_GoBack"/>
      <w:bookmarkEnd w:id="13"/>
      <w:r w:rsidR="00BE783C" w:rsidRPr="00B33EE6">
        <w:rPr>
          <w:sz w:val="22"/>
          <w:szCs w:val="22"/>
          <w:lang w:val="en-GB"/>
        </w:rPr>
        <w:t xml:space="preserve"> staff currently work for the </w:t>
      </w:r>
      <w:r w:rsidR="00994EA3" w:rsidRPr="00B33EE6">
        <w:rPr>
          <w:sz w:val="22"/>
          <w:szCs w:val="22"/>
          <w:lang w:val="en-GB"/>
        </w:rPr>
        <w:t>tenderer</w:t>
      </w:r>
      <w:r w:rsidR="00BE783C" w:rsidRPr="00B33EE6">
        <w:rPr>
          <w:sz w:val="22"/>
          <w:szCs w:val="22"/>
          <w:lang w:val="en-GB"/>
        </w:rPr>
        <w:t xml:space="preserve"> in fields related to this contract; and</w:t>
      </w:r>
    </w:p>
    <w:p w14:paraId="55486234" w14:textId="77777777"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4416E6" w:rsidRPr="00B33EE6">
        <w:rPr>
          <w:sz w:val="22"/>
          <w:szCs w:val="22"/>
          <w:lang w:val="en-GB"/>
        </w:rPr>
        <w:t xml:space="preserve">last </w:t>
      </w:r>
      <w:r w:rsidR="004416E6">
        <w:rPr>
          <w:sz w:val="22"/>
          <w:szCs w:val="22"/>
          <w:lang w:val="en-GB"/>
        </w:rPr>
        <w:t>five</w:t>
      </w:r>
      <w:r w:rsidR="00347C01">
        <w:rPr>
          <w:sz w:val="22"/>
          <w:szCs w:val="22"/>
          <w:lang w:val="en-GB"/>
        </w:rPr>
        <w:t xml:space="preserve"> years </w:t>
      </w:r>
      <w:r w:rsidR="00771F97">
        <w:rPr>
          <w:sz w:val="22"/>
          <w:szCs w:val="22"/>
          <w:lang w:val="en-GB"/>
        </w:rPr>
        <w:t>preceding the</w:t>
      </w:r>
      <w:r w:rsidR="00BE08EC" w:rsidRPr="00B33EE6">
        <w:rPr>
          <w:sz w:val="22"/>
          <w:szCs w:val="22"/>
          <w:lang w:val="en-GB"/>
        </w:rPr>
        <w:t xml:space="preserve"> submission deadline.</w:t>
      </w:r>
    </w:p>
    <w:p w14:paraId="54EC5129" w14:textId="7D877964" w:rsidR="001661F7" w:rsidRPr="00EF0906" w:rsidRDefault="00BE783C" w:rsidP="00EF0906">
      <w:pPr>
        <w:pStyle w:val="Blockquote"/>
        <w:numPr>
          <w:ilvl w:val="0"/>
          <w:numId w:val="34"/>
        </w:numPr>
        <w:tabs>
          <w:tab w:val="clear" w:pos="360"/>
          <w:tab w:val="left" w:pos="709"/>
        </w:tabs>
        <w:ind w:left="709" w:hanging="283"/>
        <w:jc w:val="both"/>
        <w:rPr>
          <w:sz w:val="22"/>
          <w:szCs w:val="22"/>
          <w:lang w:val="en-GB"/>
        </w:rPr>
      </w:pPr>
      <w:r w:rsidRPr="00EF0906">
        <w:rPr>
          <w:sz w:val="22"/>
          <w:szCs w:val="22"/>
          <w:lang w:val="en-GB"/>
        </w:rPr>
        <w:t xml:space="preserve">the </w:t>
      </w:r>
      <w:r w:rsidR="00994EA3" w:rsidRPr="00EF0906">
        <w:rPr>
          <w:sz w:val="22"/>
          <w:szCs w:val="22"/>
          <w:lang w:val="en-GB"/>
        </w:rPr>
        <w:t>tenderer</w:t>
      </w:r>
      <w:r w:rsidRPr="00EF0906">
        <w:rPr>
          <w:sz w:val="22"/>
          <w:szCs w:val="22"/>
          <w:lang w:val="en-GB"/>
        </w:rPr>
        <w:t xml:space="preserve"> has </w:t>
      </w:r>
      <w:r w:rsidR="001661F7" w:rsidRPr="00EF0906">
        <w:rPr>
          <w:sz w:val="22"/>
          <w:szCs w:val="22"/>
          <w:lang w:val="en-GB"/>
        </w:rPr>
        <w:t xml:space="preserve">provided services under </w:t>
      </w:r>
      <w:r w:rsidRPr="00EF0906">
        <w:rPr>
          <w:sz w:val="22"/>
          <w:szCs w:val="22"/>
          <w:lang w:val="en-GB"/>
        </w:rPr>
        <w:t xml:space="preserve">at least </w:t>
      </w:r>
      <w:r w:rsidR="00EF0906" w:rsidRPr="00EF0906">
        <w:rPr>
          <w:sz w:val="22"/>
          <w:szCs w:val="22"/>
          <w:lang w:val="en-GB"/>
        </w:rPr>
        <w:t>2</w:t>
      </w:r>
      <w:r w:rsidRPr="00EF0906">
        <w:rPr>
          <w:sz w:val="22"/>
          <w:szCs w:val="22"/>
          <w:lang w:val="en-GB"/>
        </w:rPr>
        <w:t xml:space="preserve"> </w:t>
      </w:r>
      <w:r w:rsidR="00347C01" w:rsidRPr="00EF0906">
        <w:rPr>
          <w:sz w:val="22"/>
          <w:szCs w:val="22"/>
          <w:lang w:val="en-GB"/>
        </w:rPr>
        <w:t>contracts with</w:t>
      </w:r>
      <w:r w:rsidRPr="00EF0906">
        <w:rPr>
          <w:sz w:val="22"/>
          <w:szCs w:val="22"/>
          <w:lang w:val="en-GB"/>
        </w:rPr>
        <w:t xml:space="preserve"> a budget of at least that of</w:t>
      </w:r>
      <w:r w:rsidR="00EF0906" w:rsidRPr="00EF0906">
        <w:rPr>
          <w:sz w:val="22"/>
          <w:szCs w:val="22"/>
          <w:lang w:val="en-GB"/>
        </w:rPr>
        <w:t xml:space="preserve"> 50% of</w:t>
      </w:r>
      <w:r w:rsidRPr="00EF0906">
        <w:rPr>
          <w:sz w:val="22"/>
          <w:szCs w:val="22"/>
          <w:lang w:val="en-GB"/>
        </w:rPr>
        <w:t xml:space="preserve"> this contract in </w:t>
      </w:r>
      <w:r w:rsidR="00EF0906" w:rsidRPr="00EF0906">
        <w:rPr>
          <w:sz w:val="22"/>
          <w:szCs w:val="22"/>
          <w:lang w:val="en-GB"/>
        </w:rPr>
        <w:t xml:space="preserve">fields of IT </w:t>
      </w:r>
      <w:r w:rsidR="007651DC" w:rsidRPr="00EF0906">
        <w:rPr>
          <w:sz w:val="22"/>
          <w:szCs w:val="22"/>
          <w:lang w:val="en-GB"/>
        </w:rPr>
        <w:t>programming</w:t>
      </w:r>
      <w:r w:rsidR="00EF0906" w:rsidRPr="00EF0906">
        <w:rPr>
          <w:sz w:val="22"/>
          <w:szCs w:val="22"/>
          <w:lang w:val="en-GB"/>
        </w:rPr>
        <w:t xml:space="preserve"> or </w:t>
      </w:r>
      <w:r w:rsidR="004416E6" w:rsidRPr="00EF0906">
        <w:rPr>
          <w:sz w:val="22"/>
          <w:szCs w:val="22"/>
          <w:lang w:val="en-GB"/>
        </w:rPr>
        <w:t>similar which</w:t>
      </w:r>
      <w:r w:rsidR="001661F7" w:rsidRPr="00EF0906">
        <w:rPr>
          <w:sz w:val="22"/>
          <w:szCs w:val="22"/>
          <w:lang w:val="en-GB"/>
        </w:rPr>
        <w:t xml:space="preserve"> were</w:t>
      </w:r>
      <w:r w:rsidR="00EF0906" w:rsidRPr="00EF0906">
        <w:rPr>
          <w:sz w:val="22"/>
          <w:szCs w:val="22"/>
          <w:lang w:val="en-GB"/>
        </w:rPr>
        <w:t xml:space="preserve"> </w:t>
      </w:r>
      <w:r w:rsidR="001661F7" w:rsidRPr="00EF0906">
        <w:rPr>
          <w:sz w:val="22"/>
          <w:szCs w:val="22"/>
          <w:lang w:val="en-GB"/>
        </w:rPr>
        <w:t xml:space="preserve">implemented at any moment </w:t>
      </w:r>
      <w:r w:rsidR="00EF0906" w:rsidRPr="00EF0906">
        <w:rPr>
          <w:sz w:val="22"/>
          <w:szCs w:val="22"/>
          <w:lang w:val="en-GB"/>
        </w:rPr>
        <w:t>during the following period: 5 years</w:t>
      </w:r>
      <w:r w:rsidR="001661F7" w:rsidRPr="00EF0906">
        <w:rPr>
          <w:sz w:val="22"/>
          <w:szCs w:val="22"/>
          <w:lang w:val="en-GB"/>
        </w:rPr>
        <w:t>.</w:t>
      </w:r>
    </w:p>
    <w:p w14:paraId="08F27DCC"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59D09DCD" w14:textId="77777777"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33429F22"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1DDFB724"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2A81A71D" w14:textId="77777777" w:rsidR="006F5FD0" w:rsidRPr="00B33EE6" w:rsidRDefault="00B56098">
      <w:pPr>
        <w:rPr>
          <w:sz w:val="22"/>
          <w:szCs w:val="22"/>
          <w:lang w:val="en-GB"/>
        </w:rPr>
      </w:pPr>
      <w:r>
        <w:rPr>
          <w:snapToGrid/>
          <w:sz w:val="22"/>
          <w:szCs w:val="22"/>
          <w:lang w:val="en-GB"/>
        </w:rPr>
        <w:pict w14:anchorId="333832C1">
          <v:line id="_x0000_s1026" alt="" style="position:absolute;z-index:5;mso-wrap-edited:f;mso-width-percent:0;mso-height-percent:0;mso-width-percent:0;mso-height-percent:0" from="0,12pt" to="468pt,12.05pt" o:allowincell="f" strokecolor="#d4d4d4" strokeweight="1.75pt">
            <v:shadow on="t" origin=",32385f" offset="0,-1pt"/>
          </v:line>
        </w:pict>
      </w:r>
    </w:p>
    <w:p w14:paraId="4AF4BE81" w14:textId="77777777" w:rsidR="006F5FD0" w:rsidRPr="00B33EE6" w:rsidRDefault="00994EA3">
      <w:pPr>
        <w:keepNext/>
        <w:jc w:val="center"/>
        <w:rPr>
          <w:sz w:val="28"/>
          <w:szCs w:val="28"/>
          <w:lang w:val="en-GB"/>
        </w:rPr>
      </w:pPr>
      <w:r w:rsidRPr="00B33EE6">
        <w:rPr>
          <w:rStyle w:val="Strong"/>
          <w:sz w:val="28"/>
          <w:szCs w:val="28"/>
          <w:lang w:val="en-GB"/>
        </w:rPr>
        <w:t>TENDERING</w:t>
      </w:r>
    </w:p>
    <w:p w14:paraId="2A3D32D5"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14:paraId="08D3D24D"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41377AF0"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8740E0D"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674BB96D"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F1566FC" w14:textId="77777777" w:rsidR="004D5EDB" w:rsidRPr="00B33EE6" w:rsidRDefault="00B56098"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531CA9F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0DB12919"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608258AE"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0390F8AF"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6BA11382"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1D765C70"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60C4F20D"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7E86D3DB"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157A716C"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155DEF43"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4FB0AB90" w14:textId="77777777"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47B2A56E" w14:textId="77777777" w:rsidR="00794A92" w:rsidRPr="00B33EE6" w:rsidRDefault="00794A92" w:rsidP="00E147D3">
      <w:pPr>
        <w:pStyle w:val="Blockquote"/>
        <w:spacing w:before="120" w:after="0"/>
        <w:ind w:left="426" w:right="310"/>
        <w:jc w:val="both"/>
        <w:rPr>
          <w:sz w:val="22"/>
          <w:szCs w:val="22"/>
          <w:lang w:val="en-GB"/>
        </w:rPr>
      </w:pPr>
      <w:r w:rsidRPr="00E3412F">
        <w:rPr>
          <w:sz w:val="22"/>
          <w:szCs w:val="22"/>
          <w:lang w:val="en-GB"/>
        </w:rPr>
        <w:t xml:space="preserve">Regulation or other instrument under which this contract is to be financed - See Annex A2 of the </w:t>
      </w:r>
      <w:r w:rsidR="00D33DD9" w:rsidRPr="00E3412F">
        <w:rPr>
          <w:sz w:val="22"/>
          <w:szCs w:val="22"/>
          <w:lang w:val="en-GB"/>
        </w:rPr>
        <w:t>p</w:t>
      </w:r>
      <w:r w:rsidRPr="00E3412F">
        <w:rPr>
          <w:sz w:val="22"/>
          <w:szCs w:val="22"/>
          <w:lang w:val="en-GB"/>
        </w:rPr>
        <w:t xml:space="preserve">ractical </w:t>
      </w:r>
      <w:r w:rsidR="00D33DD9" w:rsidRPr="00E3412F">
        <w:rPr>
          <w:sz w:val="22"/>
          <w:szCs w:val="22"/>
          <w:lang w:val="en-GB"/>
        </w:rPr>
        <w:t>g</w:t>
      </w:r>
      <w:r w:rsidRPr="00E3412F">
        <w:rPr>
          <w:sz w:val="22"/>
          <w:szCs w:val="22"/>
          <w:lang w:val="en-GB"/>
        </w:rPr>
        <w:t>uide</w:t>
      </w:r>
      <w:r w:rsidR="00502BBF" w:rsidRPr="00E3412F">
        <w:rPr>
          <w:sz w:val="22"/>
          <w:szCs w:val="22"/>
          <w:lang w:val="en-GB"/>
        </w:rPr>
        <w:t>.</w:t>
      </w:r>
    </w:p>
    <w:p w14:paraId="2B8138F1" w14:textId="77777777"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14:paraId="17723013" w14:textId="77777777" w:rsidR="00AF412E" w:rsidRPr="007651DC" w:rsidRDefault="00AF412E" w:rsidP="00BE5F29">
      <w:pPr>
        <w:widowControl/>
        <w:snapToGrid w:val="0"/>
        <w:spacing w:after="0"/>
        <w:ind w:left="360" w:right="360"/>
        <w:jc w:val="both"/>
        <w:rPr>
          <w:sz w:val="22"/>
          <w:szCs w:val="18"/>
          <w:lang w:val="en-GB"/>
        </w:rPr>
      </w:pPr>
      <w:r w:rsidRPr="007651DC">
        <w:rPr>
          <w:sz w:val="22"/>
          <w:szCs w:val="18"/>
          <w:lang w:val="en-GB"/>
        </w:rPr>
        <w:t>Financial data to be provided by the candidate in the standard application form  must be expressed in EUR</w:t>
      </w:r>
      <w:r w:rsidR="00E3412F" w:rsidRPr="007651DC">
        <w:rPr>
          <w:sz w:val="22"/>
          <w:szCs w:val="18"/>
          <w:lang w:val="en-GB"/>
        </w:rPr>
        <w:t xml:space="preserve"> or RSD</w:t>
      </w:r>
      <w:r w:rsidRPr="007651DC">
        <w:rPr>
          <w:sz w:val="22"/>
          <w:szCs w:val="18"/>
          <w:lang w:val="en-GB"/>
        </w:rPr>
        <w:t xml:space="preserve">. If applicable, where a candidate refers to amounts originally expressed in a different currency, the conversion to </w:t>
      </w:r>
      <w:r w:rsidR="00E3412F" w:rsidRPr="007651DC">
        <w:rPr>
          <w:sz w:val="22"/>
          <w:szCs w:val="18"/>
          <w:lang w:val="en-GB"/>
        </w:rPr>
        <w:t>RSD</w:t>
      </w:r>
      <w:r w:rsidRPr="007651DC">
        <w:rPr>
          <w:sz w:val="22"/>
          <w:szCs w:val="18"/>
          <w:lang w:val="en-GB"/>
        </w:rPr>
        <w:t xml:space="preserve"> shall be made in accordance with the </w:t>
      </w:r>
      <w:proofErr w:type="spellStart"/>
      <w:r w:rsidRPr="007651DC">
        <w:rPr>
          <w:sz w:val="22"/>
          <w:szCs w:val="18"/>
          <w:lang w:val="en-GB"/>
        </w:rPr>
        <w:t>InforEuro</w:t>
      </w:r>
      <w:proofErr w:type="spellEnd"/>
      <w:r w:rsidRPr="007651DC">
        <w:rPr>
          <w:sz w:val="22"/>
          <w:szCs w:val="18"/>
          <w:lang w:val="en-GB"/>
        </w:rPr>
        <w:t xml:space="preserve"> exchange rate of</w:t>
      </w:r>
      <w:r w:rsidR="00E3412F" w:rsidRPr="007651DC">
        <w:rPr>
          <w:sz w:val="22"/>
          <w:szCs w:val="18"/>
          <w:lang w:val="en-GB"/>
        </w:rPr>
        <w:t xml:space="preserve"> month of launching tender procedures</w:t>
      </w:r>
      <w:r w:rsidRPr="007651DC">
        <w:rPr>
          <w:sz w:val="22"/>
          <w:szCs w:val="18"/>
          <w:lang w:val="en-GB"/>
        </w:rPr>
        <w:t xml:space="preserve">, which can be found at the following address: </w:t>
      </w:r>
      <w:hyperlink r:id="rId10" w:history="1">
        <w:r w:rsidRPr="007651DC">
          <w:rPr>
            <w:rStyle w:val="Hyperlink"/>
            <w:sz w:val="22"/>
            <w:szCs w:val="18"/>
            <w:lang w:val="en-GB"/>
          </w:rPr>
          <w:t>http://ec.europa.eu/budget/graphs/inforeuro.html</w:t>
        </w:r>
      </w:hyperlink>
      <w:r w:rsidRPr="007651DC">
        <w:rPr>
          <w:sz w:val="22"/>
          <w:szCs w:val="18"/>
          <w:lang w:val="en-GB"/>
        </w:rPr>
        <w:t>.</w:t>
      </w:r>
    </w:p>
    <w:p w14:paraId="12AAF710" w14:textId="77777777" w:rsidR="00AF412E" w:rsidRDefault="00AF412E" w:rsidP="00235A71">
      <w:pPr>
        <w:pStyle w:val="Blockquote"/>
        <w:jc w:val="both"/>
        <w:rPr>
          <w:sz w:val="22"/>
          <w:szCs w:val="22"/>
          <w:lang w:val="en-GB"/>
        </w:rPr>
      </w:pPr>
    </w:p>
    <w:p w14:paraId="43D4D018"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9D654" w14:textId="77777777" w:rsidR="00B56098" w:rsidRDefault="00B56098">
      <w:r>
        <w:separator/>
      </w:r>
    </w:p>
  </w:endnote>
  <w:endnote w:type="continuationSeparator" w:id="0">
    <w:p w14:paraId="360FF1D4" w14:textId="77777777" w:rsidR="00B56098" w:rsidRDefault="00B56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569E4" w14:textId="77777777"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E82E6A">
      <w:rPr>
        <w:rStyle w:val="PageNumber"/>
        <w:noProof/>
        <w:sz w:val="18"/>
        <w:szCs w:val="18"/>
        <w:lang w:val="en-GB"/>
      </w:rPr>
      <w:t>2</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E82E6A">
      <w:rPr>
        <w:rStyle w:val="PageNumber"/>
        <w:noProof/>
        <w:sz w:val="18"/>
        <w:szCs w:val="18"/>
        <w:lang w:val="en-GB"/>
      </w:rPr>
      <w:t>4</w:t>
    </w:r>
    <w:r w:rsidR="00B33EE6" w:rsidRPr="00B33EE6">
      <w:rPr>
        <w:rStyle w:val="PageNumber"/>
        <w:sz w:val="18"/>
        <w:szCs w:val="18"/>
        <w:lang w:val="en-GB"/>
      </w:rPr>
      <w:fldChar w:fldCharType="end"/>
    </w:r>
  </w:p>
  <w:p w14:paraId="14EC37C2"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E00D5" w14:textId="77777777" w:rsidR="00B56098" w:rsidRDefault="00B56098">
      <w:r>
        <w:separator/>
      </w:r>
    </w:p>
  </w:footnote>
  <w:footnote w:type="continuationSeparator" w:id="0">
    <w:p w14:paraId="331CE42C" w14:textId="77777777" w:rsidR="00B56098" w:rsidRDefault="00B560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0"/>
  </w:num>
  <w:num w:numId="35">
    <w:abstractNumId w:val="34"/>
  </w:num>
  <w:num w:numId="36">
    <w:abstractNumId w:val="33"/>
  </w:num>
  <w:num w:numId="37">
    <w:abstractNumId w:val="36"/>
  </w:num>
  <w:num w:numId="38">
    <w:abstractNumId w:val="38"/>
  </w:num>
  <w:num w:numId="39">
    <w:abstractNumId w:val="42"/>
  </w:num>
  <w:num w:numId="40">
    <w:abstractNumId w:val="43"/>
  </w:num>
  <w:num w:numId="41">
    <w:abstractNumId w:val="39"/>
  </w:num>
  <w:num w:numId="42">
    <w:abstractNumId w:val="41"/>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26C7E"/>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47C01"/>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416E6"/>
    <w:rsid w:val="00452ED8"/>
    <w:rsid w:val="0045494F"/>
    <w:rsid w:val="004567DF"/>
    <w:rsid w:val="00472630"/>
    <w:rsid w:val="00473883"/>
    <w:rsid w:val="00476D80"/>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A21DC"/>
    <w:rsid w:val="005B35A2"/>
    <w:rsid w:val="005B4F80"/>
    <w:rsid w:val="005B5E3C"/>
    <w:rsid w:val="005D41DD"/>
    <w:rsid w:val="005F776D"/>
    <w:rsid w:val="0060359F"/>
    <w:rsid w:val="0061336A"/>
    <w:rsid w:val="006144E0"/>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1DC"/>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22C9"/>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C63B1"/>
    <w:rsid w:val="009E5BC1"/>
    <w:rsid w:val="009F128B"/>
    <w:rsid w:val="009F5FB4"/>
    <w:rsid w:val="00A00BD5"/>
    <w:rsid w:val="00A021B5"/>
    <w:rsid w:val="00A02E6B"/>
    <w:rsid w:val="00A03055"/>
    <w:rsid w:val="00A046E7"/>
    <w:rsid w:val="00A04B00"/>
    <w:rsid w:val="00A11931"/>
    <w:rsid w:val="00A171EA"/>
    <w:rsid w:val="00A22177"/>
    <w:rsid w:val="00A236A4"/>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56098"/>
    <w:rsid w:val="00B60EC5"/>
    <w:rsid w:val="00B63CB1"/>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C00D44"/>
    <w:rsid w:val="00C03AF5"/>
    <w:rsid w:val="00C04FCE"/>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A643F"/>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A0ABA"/>
    <w:rsid w:val="00DC0253"/>
    <w:rsid w:val="00DC4F70"/>
    <w:rsid w:val="00DC753D"/>
    <w:rsid w:val="00DD0CD4"/>
    <w:rsid w:val="00DF04F0"/>
    <w:rsid w:val="00E147D3"/>
    <w:rsid w:val="00E1782A"/>
    <w:rsid w:val="00E21BC3"/>
    <w:rsid w:val="00E23A94"/>
    <w:rsid w:val="00E30BB5"/>
    <w:rsid w:val="00E31447"/>
    <w:rsid w:val="00E3412F"/>
    <w:rsid w:val="00E422A2"/>
    <w:rsid w:val="00E5220B"/>
    <w:rsid w:val="00E6172B"/>
    <w:rsid w:val="00E66A55"/>
    <w:rsid w:val="00E713DA"/>
    <w:rsid w:val="00E813B7"/>
    <w:rsid w:val="00E82874"/>
    <w:rsid w:val="00E82E6A"/>
    <w:rsid w:val="00E845AC"/>
    <w:rsid w:val="00E867FC"/>
    <w:rsid w:val="00E9047D"/>
    <w:rsid w:val="00EA399C"/>
    <w:rsid w:val="00EB4C19"/>
    <w:rsid w:val="00EC7EB7"/>
    <w:rsid w:val="00ED5FA0"/>
    <w:rsid w:val="00EE0A07"/>
    <w:rsid w:val="00EE6E92"/>
    <w:rsid w:val="00EF03C9"/>
    <w:rsid w:val="00EF0906"/>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E449AD"/>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2E085-9FB5-1149-B170-4B7E10368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4</Pages>
  <Words>1287</Words>
  <Characters>7094</Characters>
  <Application>Microsoft Office Word</Application>
  <DocSecurity>0</DocSecurity>
  <Lines>128</Lines>
  <Paragraphs>66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8315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Microsoft Office User</cp:lastModifiedBy>
  <cp:revision>27</cp:revision>
  <cp:lastPrinted>2016-05-31T08:36:00Z</cp:lastPrinted>
  <dcterms:created xsi:type="dcterms:W3CDTF">2018-12-18T11:34:00Z</dcterms:created>
  <dcterms:modified xsi:type="dcterms:W3CDTF">2020-05-18T07:59:00Z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